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3D1CD9EC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860ECF" w:rsidRPr="00860ECF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5084862F" w14:textId="2F2F849F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Pr="00625874">
        <w:rPr>
          <w:rFonts w:ascii="Corbel" w:hAnsi="Corbel"/>
          <w:bCs/>
          <w:smallCaps/>
          <w:sz w:val="20"/>
          <w:szCs w:val="20"/>
        </w:rPr>
        <w:t>1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Pr="00625874">
        <w:rPr>
          <w:rFonts w:ascii="Corbel" w:hAnsi="Corbel"/>
          <w:bCs/>
          <w:smallCaps/>
          <w:sz w:val="20"/>
          <w:szCs w:val="20"/>
        </w:rPr>
        <w:t>2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929C17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E/II/EP/C.6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16A173C6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076B9199" w:rsidR="00015B8F" w:rsidRPr="009C54AE" w:rsidRDefault="00222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3EF512D4" w:rsidR="00015B8F" w:rsidRPr="009C54AE" w:rsidRDefault="00151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401B938E" w:rsidR="00015B8F" w:rsidRPr="009C54AE" w:rsidRDefault="00E122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</w:t>
            </w:r>
            <w:proofErr w:type="gram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297CF763" w:rsidR="0085747A" w:rsidRPr="009C54AE" w:rsidRDefault="001519CF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2D2923F8" w:rsidR="00C61DC5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19C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69B9EDCD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4187A57C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B801C" w14:textId="77777777" w:rsidR="00390B1F" w:rsidRDefault="00390B1F" w:rsidP="00C16ABF">
      <w:pPr>
        <w:spacing w:after="0" w:line="240" w:lineRule="auto"/>
      </w:pPr>
      <w:r>
        <w:separator/>
      </w:r>
    </w:p>
  </w:endnote>
  <w:endnote w:type="continuationSeparator" w:id="0">
    <w:p w14:paraId="1D3AD952" w14:textId="77777777" w:rsidR="00390B1F" w:rsidRDefault="00390B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5DACC" w14:textId="77777777" w:rsidR="00390B1F" w:rsidRDefault="00390B1F" w:rsidP="00C16ABF">
      <w:pPr>
        <w:spacing w:after="0" w:line="240" w:lineRule="auto"/>
      </w:pPr>
      <w:r>
        <w:separator/>
      </w:r>
    </w:p>
  </w:footnote>
  <w:footnote w:type="continuationSeparator" w:id="0">
    <w:p w14:paraId="3E6E77D1" w14:textId="77777777" w:rsidR="00390B1F" w:rsidRDefault="00390B1F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19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D3D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90B1F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806E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B553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E7AD0-10C2-4DF5-BB66-895D2DC0B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7EB29-97CF-4B14-B4FA-A9420E6A0D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4</cp:revision>
  <cp:lastPrinted>2019-02-06T12:12:00Z</cp:lastPrinted>
  <dcterms:created xsi:type="dcterms:W3CDTF">2020-12-19T20:01:00Z</dcterms:created>
  <dcterms:modified xsi:type="dcterms:W3CDTF">2021-02-09T08:28:00Z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